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Pr="008A5E13" w:rsidRDefault="00AA1495" w:rsidP="00AA1495"/>
    <w:p w14:paraId="115BAA19" w14:textId="77777777" w:rsidR="00831E14" w:rsidRPr="008A5E13" w:rsidRDefault="00831E14" w:rsidP="00AA1495"/>
    <w:p w14:paraId="049940DA" w14:textId="77777777" w:rsidR="00831E14" w:rsidRPr="008A5E13" w:rsidRDefault="00831E14" w:rsidP="00AA1495"/>
    <w:p w14:paraId="06598E6A" w14:textId="77777777" w:rsidR="00831E14" w:rsidRPr="008A5E13" w:rsidRDefault="00831E14" w:rsidP="00AA1495"/>
    <w:p w14:paraId="1FC69589" w14:textId="58ACD228" w:rsidR="001025BD" w:rsidRPr="008A5E13" w:rsidRDefault="001025BD" w:rsidP="001025BD">
      <w:pPr>
        <w:pStyle w:val="Default"/>
        <w:rPr>
          <w:b/>
          <w:bCs/>
          <w:sz w:val="20"/>
          <w:szCs w:val="20"/>
          <w:u w:val="none"/>
          <w:lang w:val="nl-NL"/>
        </w:rPr>
      </w:pPr>
      <w:r w:rsidRPr="008A5E13">
        <w:rPr>
          <w:b/>
          <w:bCs/>
          <w:sz w:val="20"/>
          <w:szCs w:val="20"/>
          <w:u w:val="none"/>
          <w:lang w:val="nl-NL"/>
        </w:rPr>
        <w:t>Themaverhaal</w:t>
      </w:r>
    </w:p>
    <w:p w14:paraId="20637CFE" w14:textId="77777777" w:rsidR="001025BD" w:rsidRPr="008A5E13" w:rsidRDefault="001025BD" w:rsidP="001025BD">
      <w:pPr>
        <w:pStyle w:val="Default"/>
        <w:rPr>
          <w:sz w:val="20"/>
          <w:szCs w:val="20"/>
          <w:u w:val="none"/>
          <w:lang w:val="nl-NL"/>
        </w:rPr>
      </w:pPr>
      <w:r w:rsidRPr="008A5E13">
        <w:rPr>
          <w:sz w:val="20"/>
          <w:szCs w:val="20"/>
          <w:u w:val="none"/>
          <w:lang w:val="nl-NL"/>
        </w:rPr>
        <w:t xml:space="preserve">Mowgli loopt rustig door de Jungle, en ziet ineens Oe lekker in een riviertje liggen. Mowgli ziet dat ook wel zitten en vraagt of hij erbij mag komen. Oe vind het allemaal best, maar zegt: “Als we het toch veranderen in een zwembad, misschien kan je dan de andere dieren ook wel uitnodigen”. "Maar Oe”, zegt Mowgli, “Ik weet niet wie het allemaal leuk vindt”. Oe peinst een beetje en komt dan met een idee: “Maar... Waarom zorg je dan niet dat je erachter komt wat iedereen leuk vindt? Misschien kan je dan wel nieuwe vrienden maken, en begrijp je van je vrienden juist wat ze leuk vinden” </w:t>
      </w:r>
    </w:p>
    <w:p w14:paraId="699AE1BD" w14:textId="77777777" w:rsidR="001025BD" w:rsidRPr="008A5E13" w:rsidRDefault="001025BD" w:rsidP="001025BD">
      <w:pPr>
        <w:pStyle w:val="Default"/>
        <w:rPr>
          <w:sz w:val="20"/>
          <w:szCs w:val="20"/>
          <w:u w:val="none"/>
          <w:lang w:val="nl-NL"/>
        </w:rPr>
      </w:pPr>
    </w:p>
    <w:p w14:paraId="23BED60C" w14:textId="17DB9EC0" w:rsidR="001025BD" w:rsidRPr="008A5E13" w:rsidRDefault="001025BD" w:rsidP="001025BD">
      <w:pPr>
        <w:pStyle w:val="Default"/>
        <w:rPr>
          <w:sz w:val="20"/>
          <w:szCs w:val="20"/>
          <w:u w:val="none"/>
          <w:lang w:val="nl-NL"/>
        </w:rPr>
      </w:pPr>
      <w:r w:rsidRPr="008A5E13">
        <w:rPr>
          <w:b/>
          <w:bCs/>
          <w:sz w:val="20"/>
          <w:szCs w:val="20"/>
          <w:u w:val="none"/>
          <w:lang w:val="nl-NL"/>
        </w:rPr>
        <w:t>Activiteit</w:t>
      </w:r>
    </w:p>
    <w:p w14:paraId="6B263F8E" w14:textId="0A27C989" w:rsidR="001025BD" w:rsidRPr="008A5E13" w:rsidRDefault="001025BD" w:rsidP="001025BD">
      <w:pPr>
        <w:pStyle w:val="Default"/>
        <w:rPr>
          <w:sz w:val="20"/>
          <w:szCs w:val="20"/>
          <w:u w:val="none"/>
          <w:lang w:val="nl-NL"/>
        </w:rPr>
      </w:pPr>
      <w:r w:rsidRPr="008A5E13">
        <w:rPr>
          <w:sz w:val="20"/>
          <w:szCs w:val="20"/>
          <w:u w:val="none"/>
          <w:lang w:val="nl-NL"/>
        </w:rPr>
        <w:t xml:space="preserve">Bij voorkeur wordt dit spel buiten gespeeld in de buurt van verschillende bomen of palen, maar het kan ook </w:t>
      </w:r>
      <w:r w:rsidR="008A5E13" w:rsidRPr="008A5E13">
        <w:rPr>
          <w:sz w:val="20"/>
          <w:szCs w:val="20"/>
          <w:u w:val="none"/>
          <w:lang w:val="nl-NL"/>
        </w:rPr>
        <w:t>binnengespeeld</w:t>
      </w:r>
      <w:r w:rsidRPr="008A5E13">
        <w:rPr>
          <w:sz w:val="20"/>
          <w:szCs w:val="20"/>
          <w:u w:val="none"/>
          <w:lang w:val="nl-NL"/>
        </w:rPr>
        <w:t xml:space="preserve"> worden. </w:t>
      </w:r>
    </w:p>
    <w:p w14:paraId="23538ADD" w14:textId="35612971" w:rsidR="001025BD" w:rsidRPr="008A5E13" w:rsidRDefault="001025BD" w:rsidP="001025BD">
      <w:pPr>
        <w:pStyle w:val="NoSpacing"/>
      </w:pPr>
      <w:r w:rsidRPr="008A5E13">
        <w:t>Hang aan verschillende bomen een stelling, en geef elke welp een bolletje wol. De welpen mogen vervolgens zelf door het speelveld gaan lopen. Wanneer zij bij een stelling aankomen die bij hun op toepassing is, knoopt de welp zijn bolletje wol vast aan de boom en gaat hij door naar de volgende stelling. Hierdoor krijg je uiteindelijk een heel groot web van alle overeenkomsten van de welpen, en leren zij zichzelf, maar zeker ook de ander kennen!</w:t>
      </w:r>
    </w:p>
    <w:p w14:paraId="7F5A6A44" w14:textId="77777777" w:rsidR="001025BD" w:rsidRPr="008A5E13" w:rsidRDefault="001025BD" w:rsidP="001025BD">
      <w:pPr>
        <w:pStyle w:val="NoSpacing"/>
      </w:pPr>
    </w:p>
    <w:p w14:paraId="6B24CCCA" w14:textId="1EA490F0" w:rsidR="001025BD" w:rsidRPr="008A5E13" w:rsidRDefault="001025BD" w:rsidP="001025BD">
      <w:pPr>
        <w:pStyle w:val="NoSpacing"/>
        <w:rPr>
          <w:b/>
          <w:bCs/>
        </w:rPr>
      </w:pPr>
      <w:r w:rsidRPr="008A5E13">
        <w:rPr>
          <w:b/>
          <w:bCs/>
        </w:rPr>
        <w:t>Benodigdheden</w:t>
      </w:r>
    </w:p>
    <w:p w14:paraId="35527DE0" w14:textId="5EA5458A" w:rsidR="001025BD" w:rsidRPr="008A5E13" w:rsidRDefault="001025BD" w:rsidP="001025BD">
      <w:pPr>
        <w:pStyle w:val="NoSpacing"/>
        <w:numPr>
          <w:ilvl w:val="0"/>
          <w:numId w:val="2"/>
        </w:numPr>
      </w:pPr>
      <w:r w:rsidRPr="008A5E13">
        <w:t>Bolletje wol per welp</w:t>
      </w:r>
    </w:p>
    <w:p w14:paraId="3EF8FBCF" w14:textId="365AFCC1" w:rsidR="001025BD" w:rsidRPr="008A5E13" w:rsidRDefault="001025BD" w:rsidP="001025BD">
      <w:pPr>
        <w:pStyle w:val="NoSpacing"/>
        <w:numPr>
          <w:ilvl w:val="0"/>
          <w:numId w:val="2"/>
        </w:numPr>
      </w:pPr>
      <w:r w:rsidRPr="008A5E13">
        <w:t>Stellingen om aan bomen te hangen</w:t>
      </w:r>
    </w:p>
    <w:p w14:paraId="08154677" w14:textId="7B83CD52" w:rsidR="001025BD" w:rsidRPr="008A5E13" w:rsidRDefault="001025BD" w:rsidP="001025BD">
      <w:pPr>
        <w:pStyle w:val="NoSpacing"/>
        <w:numPr>
          <w:ilvl w:val="1"/>
          <w:numId w:val="2"/>
        </w:numPr>
      </w:pPr>
      <w:r w:rsidRPr="008A5E13">
        <w:t>Ik heb een huisdier thuis</w:t>
      </w:r>
    </w:p>
    <w:p w14:paraId="6D94F878" w14:textId="3BEAAA17" w:rsidR="001025BD" w:rsidRPr="008A5E13" w:rsidRDefault="001025BD" w:rsidP="001025BD">
      <w:pPr>
        <w:pStyle w:val="NoSpacing"/>
        <w:numPr>
          <w:ilvl w:val="1"/>
          <w:numId w:val="2"/>
        </w:numPr>
      </w:pPr>
      <w:r w:rsidRPr="008A5E13">
        <w:t>Ik houd van patatjes</w:t>
      </w:r>
    </w:p>
    <w:p w14:paraId="7982A2EE" w14:textId="7D16E8FD" w:rsidR="001025BD" w:rsidRPr="008A5E13" w:rsidRDefault="001025BD" w:rsidP="001025BD">
      <w:pPr>
        <w:pStyle w:val="NoSpacing"/>
        <w:numPr>
          <w:ilvl w:val="1"/>
          <w:numId w:val="2"/>
        </w:numPr>
      </w:pPr>
      <w:r w:rsidRPr="008A5E13">
        <w:t>Scouting is mijn lievelings hobby</w:t>
      </w:r>
    </w:p>
    <w:p w14:paraId="43EC5025" w14:textId="326D2CFF" w:rsidR="001025BD" w:rsidRPr="008A5E13" w:rsidRDefault="001025BD" w:rsidP="001025BD">
      <w:pPr>
        <w:pStyle w:val="NoSpacing"/>
        <w:numPr>
          <w:ilvl w:val="1"/>
          <w:numId w:val="2"/>
        </w:numPr>
      </w:pPr>
      <w:r w:rsidRPr="008A5E13">
        <w:t>Ik speel graag buiten</w:t>
      </w:r>
    </w:p>
    <w:p w14:paraId="123D442A" w14:textId="622AD389" w:rsidR="001025BD" w:rsidRPr="008A5E13" w:rsidRDefault="001025BD" w:rsidP="001025BD">
      <w:pPr>
        <w:pStyle w:val="NoSpacing"/>
        <w:numPr>
          <w:ilvl w:val="1"/>
          <w:numId w:val="2"/>
        </w:numPr>
      </w:pPr>
      <w:r w:rsidRPr="008A5E13">
        <w:t>Dit is niet mijn eerste JOTA-JOTI</w:t>
      </w:r>
    </w:p>
    <w:p w14:paraId="0D5E08D1" w14:textId="01E905B1" w:rsidR="001025BD" w:rsidRPr="008A5E13" w:rsidRDefault="001025BD" w:rsidP="001025BD">
      <w:pPr>
        <w:pStyle w:val="NoSpacing"/>
        <w:numPr>
          <w:ilvl w:val="1"/>
          <w:numId w:val="2"/>
        </w:numPr>
      </w:pPr>
      <w:r w:rsidRPr="008A5E13">
        <w:t>Ik heb een keer meegedaan aan een regio-activiteit</w:t>
      </w:r>
    </w:p>
    <w:p w14:paraId="0B89A85F" w14:textId="529BE768" w:rsidR="001025BD" w:rsidRPr="008A5E13" w:rsidRDefault="001025BD" w:rsidP="001025BD">
      <w:pPr>
        <w:pStyle w:val="NoSpacing"/>
        <w:numPr>
          <w:ilvl w:val="1"/>
          <w:numId w:val="2"/>
        </w:numPr>
      </w:pPr>
      <w:r w:rsidRPr="008A5E13">
        <w:t>Etc.</w:t>
      </w:r>
    </w:p>
    <w:p w14:paraId="64996265" w14:textId="77777777" w:rsidR="001025BD" w:rsidRPr="008A5E13" w:rsidRDefault="001025BD" w:rsidP="001025BD">
      <w:pPr>
        <w:pStyle w:val="NoSpacing"/>
        <w:rPr>
          <w:b/>
          <w:bCs/>
        </w:rPr>
      </w:pPr>
    </w:p>
    <w:p w14:paraId="34B93A39" w14:textId="7DFCED34" w:rsidR="00831E14" w:rsidRPr="008A5E13" w:rsidRDefault="001025BD" w:rsidP="001025BD">
      <w:pPr>
        <w:pStyle w:val="NoSpacing"/>
        <w:rPr>
          <w:b/>
          <w:bCs/>
        </w:rPr>
      </w:pPr>
      <w:r w:rsidRPr="008A5E13">
        <w:rPr>
          <w:b/>
          <w:bCs/>
        </w:rPr>
        <w:t>Activiteitengebieden</w:t>
      </w:r>
    </w:p>
    <w:p w14:paraId="05F7B8F7" w14:textId="3DF50012" w:rsidR="008B23FF" w:rsidRPr="008A5E13" w:rsidRDefault="001025BD" w:rsidP="00321AA2">
      <w:pPr>
        <w:pStyle w:val="NoSpacing"/>
        <w:numPr>
          <w:ilvl w:val="0"/>
          <w:numId w:val="1"/>
        </w:numPr>
      </w:pPr>
      <w:r w:rsidRPr="008A5E13">
        <w:t>Identiteit</w:t>
      </w:r>
    </w:p>
    <w:sectPr w:rsidR="008B23FF" w:rsidRPr="008A5E13" w:rsidSect="00067304">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FF6B34" w14:textId="77777777" w:rsidR="00CF7803" w:rsidRDefault="00CF7803" w:rsidP="00AA1495">
      <w:pPr>
        <w:spacing w:line="240" w:lineRule="auto"/>
      </w:pPr>
      <w:r>
        <w:separator/>
      </w:r>
    </w:p>
  </w:endnote>
  <w:endnote w:type="continuationSeparator" w:id="0">
    <w:p w14:paraId="29D1C8D8" w14:textId="77777777" w:rsidR="00CF7803" w:rsidRDefault="00CF7803"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9DCD4" w14:textId="77777777" w:rsidR="00CF7803" w:rsidRDefault="00CF7803" w:rsidP="00AA1495">
      <w:pPr>
        <w:spacing w:line="240" w:lineRule="auto"/>
      </w:pPr>
      <w:r>
        <w:separator/>
      </w:r>
    </w:p>
  </w:footnote>
  <w:footnote w:type="continuationSeparator" w:id="0">
    <w:p w14:paraId="47948727" w14:textId="77777777" w:rsidR="00CF7803" w:rsidRDefault="00CF7803"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20C2266B"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D24AC5C">
          <wp:simplePos x="0" y="0"/>
          <wp:positionH relativeFrom="page">
            <wp:align>right</wp:align>
          </wp:positionH>
          <wp:positionV relativeFrom="paragraph">
            <wp:posOffset>-449934</wp:posOffset>
          </wp:positionV>
          <wp:extent cx="7559749" cy="10688812"/>
          <wp:effectExtent l="0" t="0" r="3175" b="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044751">
      <w:rPr>
        <w:color w:val="FFFFFF" w:themeColor="background1"/>
      </w:rPr>
      <w:t>2023</w:t>
    </w:r>
  </w:p>
  <w:p w14:paraId="6D2E3346" w14:textId="3C42E328" w:rsidR="00831E14" w:rsidRPr="008B23FF" w:rsidRDefault="001025BD" w:rsidP="00831E14">
    <w:pPr>
      <w:pStyle w:val="Title"/>
      <w:rPr>
        <w:color w:val="FFFFFF" w:themeColor="background1"/>
      </w:rPr>
    </w:pPr>
    <w:r>
      <w:rPr>
        <w:color w:val="FFFFFF" w:themeColor="background1"/>
      </w:rPr>
      <w:t>Connecting stellingen</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9BF425E"/>
    <w:multiLevelType w:val="hybridMultilevel"/>
    <w:tmpl w:val="6C242156"/>
    <w:lvl w:ilvl="0" w:tplc="7D72E388">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AF86C3D"/>
    <w:multiLevelType w:val="hybridMultilevel"/>
    <w:tmpl w:val="9AAE6B5A"/>
    <w:lvl w:ilvl="0" w:tplc="489265D2">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16595934">
    <w:abstractNumId w:val="0"/>
  </w:num>
  <w:num w:numId="2" w16cid:durableId="17049375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44751"/>
    <w:rsid w:val="00067304"/>
    <w:rsid w:val="00075309"/>
    <w:rsid w:val="001025BD"/>
    <w:rsid w:val="001068AA"/>
    <w:rsid w:val="001B594A"/>
    <w:rsid w:val="00302AD2"/>
    <w:rsid w:val="00321AA2"/>
    <w:rsid w:val="00440466"/>
    <w:rsid w:val="004F1D93"/>
    <w:rsid w:val="005153E6"/>
    <w:rsid w:val="005837D4"/>
    <w:rsid w:val="005E31B0"/>
    <w:rsid w:val="00656311"/>
    <w:rsid w:val="006B7975"/>
    <w:rsid w:val="006D1E8C"/>
    <w:rsid w:val="00790541"/>
    <w:rsid w:val="00831E14"/>
    <w:rsid w:val="00835635"/>
    <w:rsid w:val="008725F0"/>
    <w:rsid w:val="008A5E13"/>
    <w:rsid w:val="008B23FF"/>
    <w:rsid w:val="008D301C"/>
    <w:rsid w:val="009839E5"/>
    <w:rsid w:val="009B1B2C"/>
    <w:rsid w:val="00A15E9C"/>
    <w:rsid w:val="00A61FF3"/>
    <w:rsid w:val="00AA1495"/>
    <w:rsid w:val="00BB3528"/>
    <w:rsid w:val="00CC37B9"/>
    <w:rsid w:val="00CF7803"/>
    <w:rsid w:val="00EA6601"/>
    <w:rsid w:val="00EF4AA1"/>
    <w:rsid w:val="00EF5140"/>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1025BD"/>
    <w:pPr>
      <w:spacing w:after="0" w:line="240" w:lineRule="auto"/>
    </w:pPr>
    <w:rPr>
      <w:rFonts w:ascii="Arial" w:hAnsi="Arial"/>
      <w:color w:val="auto"/>
      <w:sz w:val="20"/>
      <w:szCs w:val="20"/>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1025BD"/>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2</TotalTime>
  <Pages>1</Pages>
  <Words>223</Words>
  <Characters>1273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5</cp:revision>
  <dcterms:created xsi:type="dcterms:W3CDTF">2025-09-03T09:06:00Z</dcterms:created>
  <dcterms:modified xsi:type="dcterms:W3CDTF">2025-09-05T08:59:00Z</dcterms:modified>
</cp:coreProperties>
</file>